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190092CB">
            <wp:simplePos x="0" y="0"/>
            <wp:positionH relativeFrom="margin">
              <wp:posOffset>-705485</wp:posOffset>
            </wp:positionH>
            <wp:positionV relativeFrom="margin">
              <wp:posOffset>-586105</wp:posOffset>
            </wp:positionV>
            <wp:extent cx="7692390" cy="1282065"/>
            <wp:effectExtent l="0" t="0" r="0" b="635"/>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D71777">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E72307"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9384C" w14:textId="77777777" w:rsidR="00D71777" w:rsidRDefault="00D71777" w:rsidP="0018351F">
      <w:r>
        <w:separator/>
      </w:r>
    </w:p>
    <w:p w14:paraId="5DC19E10" w14:textId="77777777" w:rsidR="00D71777" w:rsidRDefault="00D71777"/>
  </w:endnote>
  <w:endnote w:type="continuationSeparator" w:id="0">
    <w:p w14:paraId="27975C98" w14:textId="77777777" w:rsidR="00D71777" w:rsidRDefault="00D71777" w:rsidP="0018351F">
      <w:r>
        <w:continuationSeparator/>
      </w:r>
    </w:p>
    <w:p w14:paraId="74C80629" w14:textId="77777777" w:rsidR="00D71777" w:rsidRDefault="00D71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054FF" w14:textId="77777777" w:rsidR="00D71777" w:rsidRDefault="00D71777" w:rsidP="0018351F">
      <w:r>
        <w:separator/>
      </w:r>
    </w:p>
    <w:p w14:paraId="4539AEA0" w14:textId="77777777" w:rsidR="00D71777" w:rsidRDefault="00D71777"/>
  </w:footnote>
  <w:footnote w:type="continuationSeparator" w:id="0">
    <w:p w14:paraId="31AC8E81" w14:textId="77777777" w:rsidR="00D71777" w:rsidRDefault="00D71777" w:rsidP="0018351F">
      <w:r>
        <w:continuationSeparator/>
      </w:r>
    </w:p>
    <w:p w14:paraId="43E3C8C0" w14:textId="77777777" w:rsidR="00D71777" w:rsidRDefault="00D71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E72307"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1D600EF6" w:rsidR="00013FC3" w:rsidRPr="00DF7E79" w:rsidRDefault="005F7E53" w:rsidP="00CF7608">
                          <w:pPr>
                            <w:pStyle w:val="Header"/>
                          </w:pPr>
                          <w:r>
                            <w:t>UC Cooperative Extension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1D600EF6" w:rsidR="00013FC3" w:rsidRPr="00DF7E79" w:rsidRDefault="005F7E53" w:rsidP="00CF7608">
                    <w:pPr>
                      <w:pStyle w:val="Header"/>
                    </w:pPr>
                    <w:r>
                      <w:t>UC Cooperative Extension</w:t>
                    </w:r>
                  </w:p>
                </w:txbxContent>
              </v:textbox>
            </v:shape>
          </w:pict>
        </mc:Fallback>
      </mc:AlternateContent>
    </w:r>
  </w:p>
  <w:p w14:paraId="0BBFEFAB" w14:textId="77777777" w:rsidR="00E72307" w:rsidRDefault="00E7230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2125953049">
    <w:abstractNumId w:val="2"/>
  </w:num>
  <w:num w:numId="2" w16cid:durableId="1317763165">
    <w:abstractNumId w:val="0"/>
  </w:num>
  <w:num w:numId="3" w16cid:durableId="572085664">
    <w:abstractNumId w:val="1"/>
  </w:num>
  <w:num w:numId="4" w16cid:durableId="117973091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A2FE8"/>
    <w:rsid w:val="003C1E2D"/>
    <w:rsid w:val="003D72FA"/>
    <w:rsid w:val="003E1450"/>
    <w:rsid w:val="003E7F11"/>
    <w:rsid w:val="00495907"/>
    <w:rsid w:val="004A311C"/>
    <w:rsid w:val="004B48AB"/>
    <w:rsid w:val="004D6282"/>
    <w:rsid w:val="004D68AE"/>
    <w:rsid w:val="004F768E"/>
    <w:rsid w:val="00516F14"/>
    <w:rsid w:val="00523B58"/>
    <w:rsid w:val="005520DE"/>
    <w:rsid w:val="005601B5"/>
    <w:rsid w:val="005741FC"/>
    <w:rsid w:val="005A03A3"/>
    <w:rsid w:val="005B4797"/>
    <w:rsid w:val="005E626D"/>
    <w:rsid w:val="005F7E53"/>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6049D"/>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81F42"/>
    <w:rsid w:val="00C905B6"/>
    <w:rsid w:val="00C96127"/>
    <w:rsid w:val="00C96AD3"/>
    <w:rsid w:val="00CA5860"/>
    <w:rsid w:val="00CB6C72"/>
    <w:rsid w:val="00CF1ACD"/>
    <w:rsid w:val="00CF7608"/>
    <w:rsid w:val="00D01315"/>
    <w:rsid w:val="00D21AF8"/>
    <w:rsid w:val="00D334AA"/>
    <w:rsid w:val="00D347BB"/>
    <w:rsid w:val="00D5322D"/>
    <w:rsid w:val="00D71777"/>
    <w:rsid w:val="00D735F1"/>
    <w:rsid w:val="00D87C54"/>
    <w:rsid w:val="00DA0C10"/>
    <w:rsid w:val="00DC6BB5"/>
    <w:rsid w:val="00DE01A3"/>
    <w:rsid w:val="00DE4230"/>
    <w:rsid w:val="00DF45FE"/>
    <w:rsid w:val="00DF7E79"/>
    <w:rsid w:val="00E05660"/>
    <w:rsid w:val="00E16531"/>
    <w:rsid w:val="00E5661F"/>
    <w:rsid w:val="00E72307"/>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36</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9</cp:revision>
  <cp:lastPrinted>2019-08-08T18:45:00Z</cp:lastPrinted>
  <dcterms:created xsi:type="dcterms:W3CDTF">2019-08-08T17:52:00Z</dcterms:created>
  <dcterms:modified xsi:type="dcterms:W3CDTF">2025-12-10T05:48:00Z</dcterms:modified>
</cp:coreProperties>
</file>